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D970A" w14:textId="77777777" w:rsidR="007F46F1" w:rsidRPr="00535DD8" w:rsidRDefault="0040554B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>
        <w:rPr>
          <w:noProof/>
          <w:u w:val="single"/>
        </w:rPr>
        <w:pict w14:anchorId="5D676F3E">
          <v:rect id="_x0000_s2059" style="position:absolute;left:0;text-align:left;margin-left:508.05pt;margin-top:-54pt;width:54pt;height:18pt;z-index:251657216" stroked="f"/>
        </w:pict>
      </w:r>
      <w:r w:rsidR="007F46F1" w:rsidRPr="00535DD8">
        <w:rPr>
          <w:rFonts w:cs="Arial"/>
          <w:b/>
          <w:szCs w:val="22"/>
          <w:u w:val="single"/>
        </w:rPr>
        <w:t>ČESTNÉ PROHLÁŠENÍ</w:t>
      </w:r>
      <w:r w:rsidR="0071388A" w:rsidRPr="00535DD8">
        <w:rPr>
          <w:rFonts w:cs="Arial"/>
          <w:b/>
          <w:szCs w:val="22"/>
          <w:u w:val="single"/>
        </w:rPr>
        <w:t xml:space="preserve"> </w:t>
      </w:r>
      <w:r w:rsidR="007F46F1" w:rsidRPr="00535DD8">
        <w:rPr>
          <w:rFonts w:cs="Arial"/>
          <w:b/>
          <w:szCs w:val="22"/>
          <w:u w:val="single"/>
        </w:rPr>
        <w:t xml:space="preserve">o splnění základní </w:t>
      </w:r>
      <w:r w:rsidR="00535DD8" w:rsidRPr="00535DD8">
        <w:rPr>
          <w:rFonts w:cs="Arial"/>
          <w:b/>
          <w:szCs w:val="22"/>
          <w:u w:val="single"/>
        </w:rPr>
        <w:t xml:space="preserve">způsobilosti </w:t>
      </w:r>
      <w:r w:rsidR="007F46F1" w:rsidRPr="00535DD8">
        <w:rPr>
          <w:rFonts w:cs="Arial"/>
          <w:b/>
          <w:szCs w:val="22"/>
          <w:u w:val="single"/>
        </w:rPr>
        <w:t xml:space="preserve">podle § </w:t>
      </w:r>
      <w:r w:rsidR="00535DD8" w:rsidRPr="00535DD8">
        <w:rPr>
          <w:rFonts w:cs="Arial"/>
          <w:b/>
          <w:szCs w:val="22"/>
          <w:u w:val="single"/>
        </w:rPr>
        <w:t>74</w:t>
      </w:r>
      <w:r w:rsidR="007F46F1" w:rsidRPr="00535DD8">
        <w:rPr>
          <w:rFonts w:cs="Arial"/>
          <w:b/>
          <w:szCs w:val="22"/>
          <w:u w:val="single"/>
        </w:rPr>
        <w:t xml:space="preserve"> zákona č.</w:t>
      </w:r>
      <w:r w:rsidR="00535DD8" w:rsidRPr="00535DD8">
        <w:rPr>
          <w:rFonts w:cs="Arial"/>
          <w:b/>
          <w:u w:val="single"/>
        </w:rPr>
        <w:t xml:space="preserve"> 134/2016 Sb</w:t>
      </w:r>
      <w:r w:rsidR="00535DD8">
        <w:rPr>
          <w:rFonts w:cs="Arial"/>
          <w:b/>
          <w:u w:val="single"/>
        </w:rPr>
        <w:t xml:space="preserve">., o zadávání veřejných zakázek, </w:t>
      </w:r>
      <w:r w:rsidR="007F46F1" w:rsidRPr="00535DD8">
        <w:rPr>
          <w:rFonts w:cs="Arial"/>
          <w:b/>
          <w:szCs w:val="22"/>
          <w:u w:val="single"/>
        </w:rPr>
        <w:t>v platném znění</w:t>
      </w:r>
    </w:p>
    <w:p w14:paraId="64781081" w14:textId="605BD15D" w:rsidR="007F46F1" w:rsidRDefault="007F46F1" w:rsidP="005E016B">
      <w:pPr>
        <w:numPr>
          <w:ilvl w:val="0"/>
          <w:numId w:val="3"/>
        </w:numPr>
        <w:spacing w:before="120" w:after="240" w:line="360" w:lineRule="auto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F55180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F55180">
        <w:rPr>
          <w:rFonts w:cs="Arial"/>
        </w:rPr>
        <w:t xml:space="preserve">poddodavatel </w:t>
      </w:r>
      <w:r w:rsidR="00663849">
        <w:rPr>
          <w:rFonts w:cs="Arial"/>
        </w:rPr>
        <w:t>účastníka v</w:t>
      </w:r>
      <w:r w:rsidR="00BE096A">
        <w:rPr>
          <w:rFonts w:cs="Arial"/>
        </w:rPr>
        <w:t> </w:t>
      </w:r>
      <w:r w:rsidR="00663849">
        <w:rPr>
          <w:rFonts w:cs="Arial"/>
        </w:rPr>
        <w:t>zakázce</w:t>
      </w:r>
      <w:r>
        <w:rPr>
          <w:rFonts w:cs="Arial"/>
        </w:rPr>
        <w:t xml:space="preserve"> </w:t>
      </w:r>
      <w:r w:rsidR="00202FDD">
        <w:rPr>
          <w:rFonts w:cs="Arial"/>
          <w:b/>
          <w:iCs/>
          <w:color w:val="000000"/>
        </w:rPr>
        <w:t>„</w:t>
      </w:r>
      <w:r w:rsidR="003D24CA">
        <w:rPr>
          <w:rFonts w:cs="Arial"/>
          <w:b/>
          <w:iCs/>
          <w:color w:val="000000"/>
        </w:rPr>
        <w:t>Kontrastní látky</w:t>
      </w:r>
      <w:r w:rsidR="00F70F90">
        <w:rPr>
          <w:rFonts w:cs="Arial"/>
          <w:b/>
          <w:iCs/>
          <w:color w:val="000000"/>
        </w:rPr>
        <w:t>“</w:t>
      </w:r>
      <w:r w:rsidR="00211E6A">
        <w:rPr>
          <w:rFonts w:cs="Arial"/>
          <w:b/>
          <w:iCs/>
          <w:color w:val="000000"/>
        </w:rPr>
        <w:t xml:space="preserve"> – dílčí plnění </w:t>
      </w:r>
      <w:r w:rsidR="003D24CA">
        <w:rPr>
          <w:rFonts w:cs="Arial"/>
          <w:b/>
          <w:iCs/>
          <w:color w:val="000000"/>
        </w:rPr>
        <w:t>1</w:t>
      </w:r>
      <w:r w:rsidR="00202FDD"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 w:rsidR="00535DD8"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6D1E15B4" w14:textId="77777777" w:rsidR="00535DD8" w:rsidRPr="002D7EA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3633895C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 w:rsidR="00CB72B9">
        <w:rPr>
          <w:rFonts w:cs="Arial"/>
        </w:rPr>
        <w:t>a to ani ve vztahu ke spotřební dani,</w:t>
      </w:r>
    </w:p>
    <w:p w14:paraId="722968B5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39A2E33D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8F45BD3" w14:textId="77777777" w:rsidR="00535DD8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11737E21" w14:textId="77777777" w:rsidR="00535DD8" w:rsidRDefault="00535DD8" w:rsidP="005D77CC">
      <w:pPr>
        <w:spacing w:line="360" w:lineRule="auto"/>
        <w:jc w:val="both"/>
        <w:rPr>
          <w:rFonts w:cs="Arial"/>
        </w:rPr>
      </w:pPr>
    </w:p>
    <w:p w14:paraId="16BA6E9D" w14:textId="77777777" w:rsidR="00535DD8" w:rsidRPr="00535DD8" w:rsidRDefault="00535DD8" w:rsidP="00535DD8">
      <w:pPr>
        <w:numPr>
          <w:ilvl w:val="0"/>
          <w:numId w:val="3"/>
        </w:numPr>
        <w:spacing w:before="120" w:line="360" w:lineRule="auto"/>
        <w:jc w:val="both"/>
        <w:rPr>
          <w:rFonts w:cs="Arial"/>
        </w:rPr>
      </w:pPr>
      <w:r>
        <w:t xml:space="preserve">Dále čestně prohlašuji, že je-li </w:t>
      </w:r>
      <w:r w:rsidR="00906E8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906E85">
        <w:t>pod</w:t>
      </w:r>
      <w:r>
        <w:t xml:space="preserve">dodavatele právnická osoba, podmínku podle odstavce 1 písm. a) splňuje </w:t>
      </w:r>
    </w:p>
    <w:p w14:paraId="09324079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tato právnická osoba, </w:t>
      </w:r>
    </w:p>
    <w:p w14:paraId="67E027B7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b) každý člen statutárního orgánu této právnické osoby a </w:t>
      </w:r>
    </w:p>
    <w:p w14:paraId="1D607571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c) osoba zastupující tuto právnickou osobu v statutárním orgánu </w:t>
      </w:r>
      <w:r w:rsidR="00234DD0">
        <w:t>pod</w:t>
      </w:r>
      <w:r>
        <w:t xml:space="preserve">dodavatele. </w:t>
      </w:r>
    </w:p>
    <w:p w14:paraId="1886415A" w14:textId="77777777" w:rsidR="00535DD8" w:rsidRDefault="00535DD8" w:rsidP="005D77CC">
      <w:pPr>
        <w:spacing w:line="360" w:lineRule="auto"/>
        <w:jc w:val="both"/>
      </w:pPr>
    </w:p>
    <w:p w14:paraId="7185D03E" w14:textId="77777777" w:rsidR="00535DD8" w:rsidRDefault="00535DD8" w:rsidP="00535DD8">
      <w:pPr>
        <w:numPr>
          <w:ilvl w:val="0"/>
          <w:numId w:val="3"/>
        </w:numPr>
        <w:spacing w:before="120" w:line="360" w:lineRule="auto"/>
        <w:jc w:val="both"/>
      </w:pPr>
      <w:r>
        <w:t xml:space="preserve">Dále čestně prohlašuji, že účastní-li se zadávacího řízení pobočka závodu </w:t>
      </w:r>
    </w:p>
    <w:p w14:paraId="3592BD5B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zahraniční právnické osoby, podmínku podle odstavce 1 písm. a) splňuje tato právnická osoba a vedoucí pobočky závodu, </w:t>
      </w:r>
    </w:p>
    <w:p w14:paraId="59771603" w14:textId="77777777" w:rsidR="00535DD8" w:rsidRPr="00535DD8" w:rsidRDefault="00535DD8" w:rsidP="00535DD8">
      <w:pPr>
        <w:spacing w:before="120" w:line="360" w:lineRule="auto"/>
        <w:ind w:left="720"/>
        <w:jc w:val="both"/>
      </w:pPr>
      <w:r>
        <w:t>b) české právnické osoby, podmínku po</w:t>
      </w:r>
      <w:r w:rsidR="005D77CC">
        <w:t xml:space="preserve">dle odstavce 1 písm. a) splňují </w:t>
      </w:r>
      <w:r>
        <w:t xml:space="preserve">osoby uvedené v odstavci 2 a vedoucí pobočky závodu. </w:t>
      </w:r>
    </w:p>
    <w:p w14:paraId="489455A5" w14:textId="77777777" w:rsidR="00420597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</w:p>
    <w:p w14:paraId="7DA66BA3" w14:textId="77777777" w:rsidR="007F46F1" w:rsidRPr="00B749D5" w:rsidRDefault="007F46F1" w:rsidP="00420597">
      <w:pPr>
        <w:autoSpaceDE w:val="0"/>
        <w:autoSpaceDN w:val="0"/>
        <w:adjustRightInd w:val="0"/>
        <w:spacing w:before="120" w:line="300" w:lineRule="auto"/>
        <w:ind w:left="5664"/>
        <w:outlineLvl w:val="0"/>
        <w:rPr>
          <w:rFonts w:cs="Arial"/>
          <w:szCs w:val="22"/>
        </w:rPr>
      </w:pP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747C3E1A" w14:textId="77777777" w:rsidR="00BE3F6E" w:rsidRDefault="007F46F1" w:rsidP="00580DA2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>Razítko a podpis osoby oprávněné jednat za</w:t>
      </w:r>
      <w:r w:rsidR="0040554B">
        <w:rPr>
          <w:noProof/>
        </w:rPr>
        <w:pict w14:anchorId="64238AD8">
          <v:rect id="_x0000_s2062" style="position:absolute;left:0;text-align:left;margin-left:508.05pt;margin-top:-54pt;width:54pt;height:18pt;z-index:251658240;mso-position-horizontal-relative:text;mso-position-vertical-relative:text" stroked="f"/>
        </w:pict>
      </w:r>
      <w:r w:rsidR="00F55180">
        <w:rPr>
          <w:rFonts w:cs="Arial"/>
        </w:rPr>
        <w:t> poddodavatele</w:t>
      </w:r>
    </w:p>
    <w:sectPr w:rsidR="00BE3F6E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BB5C6" w14:textId="77777777" w:rsidR="008B4859" w:rsidRDefault="008B4859">
      <w:r>
        <w:separator/>
      </w:r>
    </w:p>
  </w:endnote>
  <w:endnote w:type="continuationSeparator" w:id="0">
    <w:p w14:paraId="521A4B0A" w14:textId="77777777" w:rsidR="008B4859" w:rsidRDefault="008B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25AD5" w14:textId="77777777" w:rsidR="008B4859" w:rsidRDefault="008B4859">
      <w:r>
        <w:separator/>
      </w:r>
    </w:p>
  </w:footnote>
  <w:footnote w:type="continuationSeparator" w:id="0">
    <w:p w14:paraId="1747AD23" w14:textId="77777777" w:rsidR="008B4859" w:rsidRDefault="008B4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80B1" w14:textId="77777777" w:rsidR="00420597" w:rsidRDefault="00420597" w:rsidP="00420597">
    <w:pPr>
      <w:pStyle w:val="Zhlav"/>
    </w:pPr>
    <w:r>
      <w:t xml:space="preserve">Příloha č. </w:t>
    </w:r>
    <w:r w:rsidR="00561C24">
      <w:t>5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5283"/>
    <w:rsid w:val="00023813"/>
    <w:rsid w:val="00023D63"/>
    <w:rsid w:val="000423E7"/>
    <w:rsid w:val="000503F0"/>
    <w:rsid w:val="00060289"/>
    <w:rsid w:val="00083DFF"/>
    <w:rsid w:val="0008793F"/>
    <w:rsid w:val="000947A0"/>
    <w:rsid w:val="000B7B97"/>
    <w:rsid w:val="000E61FA"/>
    <w:rsid w:val="0018201E"/>
    <w:rsid w:val="001834ED"/>
    <w:rsid w:val="00184A4D"/>
    <w:rsid w:val="001969D9"/>
    <w:rsid w:val="001A3249"/>
    <w:rsid w:val="001B77D4"/>
    <w:rsid w:val="001E33F3"/>
    <w:rsid w:val="00202FDD"/>
    <w:rsid w:val="00211E6A"/>
    <w:rsid w:val="00225FBA"/>
    <w:rsid w:val="00234DD0"/>
    <w:rsid w:val="00265A27"/>
    <w:rsid w:val="00275766"/>
    <w:rsid w:val="00292257"/>
    <w:rsid w:val="002E47B2"/>
    <w:rsid w:val="002F4CF0"/>
    <w:rsid w:val="003236F8"/>
    <w:rsid w:val="0034354E"/>
    <w:rsid w:val="00343DE1"/>
    <w:rsid w:val="0039037B"/>
    <w:rsid w:val="003A670F"/>
    <w:rsid w:val="003B36AC"/>
    <w:rsid w:val="003C7568"/>
    <w:rsid w:val="003D24CA"/>
    <w:rsid w:val="003D3D6E"/>
    <w:rsid w:val="003E6B50"/>
    <w:rsid w:val="003F585E"/>
    <w:rsid w:val="0040554B"/>
    <w:rsid w:val="00420597"/>
    <w:rsid w:val="0043058B"/>
    <w:rsid w:val="0044272E"/>
    <w:rsid w:val="00445D43"/>
    <w:rsid w:val="0046059E"/>
    <w:rsid w:val="00464FFA"/>
    <w:rsid w:val="004B147B"/>
    <w:rsid w:val="004B4CC0"/>
    <w:rsid w:val="004C1AC1"/>
    <w:rsid w:val="004D64AE"/>
    <w:rsid w:val="00511EBC"/>
    <w:rsid w:val="00524492"/>
    <w:rsid w:val="00535DD8"/>
    <w:rsid w:val="00561C24"/>
    <w:rsid w:val="0056365A"/>
    <w:rsid w:val="00567EC7"/>
    <w:rsid w:val="00571752"/>
    <w:rsid w:val="00577DA5"/>
    <w:rsid w:val="00580DA2"/>
    <w:rsid w:val="005A2740"/>
    <w:rsid w:val="005A7C98"/>
    <w:rsid w:val="005B75FC"/>
    <w:rsid w:val="005D77CC"/>
    <w:rsid w:val="005E016B"/>
    <w:rsid w:val="00605362"/>
    <w:rsid w:val="006173DA"/>
    <w:rsid w:val="00654837"/>
    <w:rsid w:val="00663849"/>
    <w:rsid w:val="00675094"/>
    <w:rsid w:val="0068084C"/>
    <w:rsid w:val="00681D85"/>
    <w:rsid w:val="0069561F"/>
    <w:rsid w:val="00695999"/>
    <w:rsid w:val="00695B0A"/>
    <w:rsid w:val="006C3779"/>
    <w:rsid w:val="00704543"/>
    <w:rsid w:val="0071388A"/>
    <w:rsid w:val="00716EEB"/>
    <w:rsid w:val="00721587"/>
    <w:rsid w:val="00730566"/>
    <w:rsid w:val="00757FDC"/>
    <w:rsid w:val="00766678"/>
    <w:rsid w:val="0077125B"/>
    <w:rsid w:val="007B08F4"/>
    <w:rsid w:val="007F46F1"/>
    <w:rsid w:val="008156B2"/>
    <w:rsid w:val="008366E5"/>
    <w:rsid w:val="0085339D"/>
    <w:rsid w:val="00862B31"/>
    <w:rsid w:val="00864374"/>
    <w:rsid w:val="0087304B"/>
    <w:rsid w:val="00875016"/>
    <w:rsid w:val="008846D7"/>
    <w:rsid w:val="008B31C8"/>
    <w:rsid w:val="008B4859"/>
    <w:rsid w:val="008C1B4F"/>
    <w:rsid w:val="008D3A31"/>
    <w:rsid w:val="008D7854"/>
    <w:rsid w:val="00900E1E"/>
    <w:rsid w:val="00905B5E"/>
    <w:rsid w:val="00906E85"/>
    <w:rsid w:val="00910AA4"/>
    <w:rsid w:val="00911C00"/>
    <w:rsid w:val="009371A4"/>
    <w:rsid w:val="009477D3"/>
    <w:rsid w:val="0096429F"/>
    <w:rsid w:val="009A412C"/>
    <w:rsid w:val="00A60D52"/>
    <w:rsid w:val="00AA0F55"/>
    <w:rsid w:val="00AC3EED"/>
    <w:rsid w:val="00B16D55"/>
    <w:rsid w:val="00B34AE5"/>
    <w:rsid w:val="00B34CE2"/>
    <w:rsid w:val="00B45224"/>
    <w:rsid w:val="00B64055"/>
    <w:rsid w:val="00BB092C"/>
    <w:rsid w:val="00BB640E"/>
    <w:rsid w:val="00BD325E"/>
    <w:rsid w:val="00BE096A"/>
    <w:rsid w:val="00BE3F6E"/>
    <w:rsid w:val="00BF4B07"/>
    <w:rsid w:val="00C23A29"/>
    <w:rsid w:val="00C36165"/>
    <w:rsid w:val="00C4263C"/>
    <w:rsid w:val="00C53016"/>
    <w:rsid w:val="00C6252E"/>
    <w:rsid w:val="00C71EED"/>
    <w:rsid w:val="00CA166F"/>
    <w:rsid w:val="00CB72B9"/>
    <w:rsid w:val="00CC0FB8"/>
    <w:rsid w:val="00CE3F72"/>
    <w:rsid w:val="00D27F01"/>
    <w:rsid w:val="00D61181"/>
    <w:rsid w:val="00D64895"/>
    <w:rsid w:val="00D83853"/>
    <w:rsid w:val="00DA5283"/>
    <w:rsid w:val="00E12BA1"/>
    <w:rsid w:val="00E81D9C"/>
    <w:rsid w:val="00E9714C"/>
    <w:rsid w:val="00EE4D56"/>
    <w:rsid w:val="00F14B97"/>
    <w:rsid w:val="00F47456"/>
    <w:rsid w:val="00F55180"/>
    <w:rsid w:val="00F65E5E"/>
    <w:rsid w:val="00F70F90"/>
    <w:rsid w:val="00F73C75"/>
    <w:rsid w:val="00F979F6"/>
    <w:rsid w:val="00FD5AD3"/>
    <w:rsid w:val="00FF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,"/>
  <w:listSeparator w:val=";"/>
  <w14:docId w14:val="58FF6F57"/>
  <w15:chartTrackingRefBased/>
  <w15:docId w15:val="{47ABDE7E-8529-457F-BDC2-AC3C1FFA2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AC1FC0-97F5-4DFF-B4A9-4FDE3FAEE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61DBB5-CCE5-4CEA-9CE5-6EC67CCDC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C441EF-5235-4ECD-B950-364EA4C7A1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</Template>
  <TotalTime>2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Rakus Emil</dc:creator>
  <cp:keywords/>
  <cp:lastModifiedBy>Mgr. Darja Kosmáková | VIA Consult a.s.</cp:lastModifiedBy>
  <cp:revision>5</cp:revision>
  <cp:lastPrinted>2011-12-19T03:50:00Z</cp:lastPrinted>
  <dcterms:created xsi:type="dcterms:W3CDTF">2022-03-07T12:23:00Z</dcterms:created>
  <dcterms:modified xsi:type="dcterms:W3CDTF">2022-03-24T13:49:00Z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